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C0552" w14:textId="77777777" w:rsidR="00812E30" w:rsidRPr="00F71B7F" w:rsidRDefault="00812E30" w:rsidP="00812E30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Zamawiający:</w:t>
      </w:r>
    </w:p>
    <w:p w14:paraId="66A4EFD5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 xml:space="preserve">WOJEWÓDZKI SZPITAL ZESPOLONY </w:t>
      </w:r>
    </w:p>
    <w:p w14:paraId="60919E6F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W KIELCACH</w:t>
      </w:r>
    </w:p>
    <w:p w14:paraId="0040553F" w14:textId="77777777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UL. GRUNWALDZKA 45</w:t>
      </w:r>
    </w:p>
    <w:p w14:paraId="3A571883" w14:textId="33FAEEC3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25-736 KIELCE</w:t>
      </w:r>
    </w:p>
    <w:p w14:paraId="3DCD3CDA" w14:textId="77777777" w:rsidR="00532132" w:rsidRPr="00D11B20" w:rsidRDefault="00532132" w:rsidP="00487DCB">
      <w:pPr>
        <w:spacing w:after="0" w:line="240" w:lineRule="auto"/>
        <w:ind w:right="5954"/>
        <w:rPr>
          <w:rFonts w:ascii="Times New Roman" w:hAnsi="Times New Roman"/>
        </w:rPr>
      </w:pPr>
    </w:p>
    <w:p w14:paraId="6864AE24" w14:textId="4C3EE08D" w:rsidR="0088757E" w:rsidRPr="001A3241" w:rsidRDefault="0088757E" w:rsidP="0088757E">
      <w:pPr>
        <w:spacing w:after="0" w:line="240" w:lineRule="auto"/>
        <w:ind w:right="5102"/>
        <w:rPr>
          <w:rFonts w:ascii="Times New Roman" w:hAnsi="Times New Roman"/>
          <w:b/>
          <w:bCs/>
        </w:rPr>
      </w:pPr>
    </w:p>
    <w:p w14:paraId="277228B2" w14:textId="58AEFCC2" w:rsidR="00487DCB" w:rsidRPr="00D11B20" w:rsidRDefault="00487DCB" w:rsidP="00487DCB">
      <w:pPr>
        <w:spacing w:after="0" w:line="240" w:lineRule="auto"/>
        <w:ind w:right="5954"/>
        <w:rPr>
          <w:rFonts w:ascii="Times New Roman" w:hAnsi="Times New Roman"/>
        </w:rPr>
      </w:pPr>
      <w:r w:rsidRPr="00D11B20">
        <w:rPr>
          <w:rFonts w:ascii="Times New Roman" w:hAnsi="Times New Roman"/>
        </w:rPr>
        <w:t>……………………………………………………………………………………</w:t>
      </w:r>
    </w:p>
    <w:p w14:paraId="618FF3E7" w14:textId="77777777" w:rsidR="00487DCB" w:rsidRPr="00D11B20" w:rsidRDefault="00487DCB" w:rsidP="00487DCB">
      <w:pPr>
        <w:spacing w:after="0" w:line="240" w:lineRule="auto"/>
        <w:ind w:right="5953"/>
        <w:rPr>
          <w:rFonts w:ascii="Times New Roman" w:hAnsi="Times New Roman"/>
          <w:i/>
        </w:rPr>
      </w:pPr>
      <w:r w:rsidRPr="00D11B20">
        <w:rPr>
          <w:rFonts w:ascii="Times New Roman" w:hAnsi="Times New Roman"/>
          <w:i/>
        </w:rPr>
        <w:t>(pełna nazwa/firma, adres, w zależności od podmiotu: NIP/PESEL, KRS/CEiDG)</w:t>
      </w:r>
    </w:p>
    <w:p w14:paraId="3CE805AC" w14:textId="77D78628" w:rsidR="00547884" w:rsidRPr="00D11B20" w:rsidRDefault="00493606" w:rsidP="00493606">
      <w:pPr>
        <w:tabs>
          <w:tab w:val="left" w:pos="6195"/>
        </w:tabs>
        <w:spacing w:after="0" w:line="240" w:lineRule="auto"/>
        <w:rPr>
          <w:rFonts w:ascii="Times New Roman" w:hAnsi="Times New Roman"/>
        </w:rPr>
      </w:pPr>
      <w:r w:rsidRPr="00D11B20">
        <w:rPr>
          <w:rFonts w:ascii="Times New Roman" w:hAnsi="Times New Roman"/>
        </w:rPr>
        <w:tab/>
      </w:r>
    </w:p>
    <w:p w14:paraId="73165B4D" w14:textId="77777777" w:rsidR="00487DCB" w:rsidRPr="00D11B20" w:rsidRDefault="00487DCB" w:rsidP="00487DCB">
      <w:pPr>
        <w:spacing w:after="0" w:line="240" w:lineRule="auto"/>
        <w:rPr>
          <w:rFonts w:ascii="Times New Roman" w:hAnsi="Times New Roman"/>
        </w:rPr>
      </w:pPr>
    </w:p>
    <w:p w14:paraId="2C2E61F7" w14:textId="6B2F1F77" w:rsidR="00547884" w:rsidRDefault="00547884" w:rsidP="00487DCB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  <w:r w:rsidRPr="00D11B20">
        <w:rPr>
          <w:rFonts w:ascii="Times New Roman" w:hAnsi="Times New Roman"/>
          <w:b/>
          <w:u w:val="single"/>
        </w:rPr>
        <w:t>OŚWIADCZENIE WYKONAWCY/podmiotu udostępniającego zasoby</w:t>
      </w:r>
      <w:r w:rsidR="007F3AB1" w:rsidRPr="00D11B20">
        <w:rPr>
          <w:rFonts w:ascii="Times New Roman" w:hAnsi="Times New Roman"/>
          <w:b/>
        </w:rPr>
        <w:t xml:space="preserve"> </w:t>
      </w:r>
      <w:r w:rsidRPr="0095298E">
        <w:rPr>
          <w:rFonts w:ascii="Times New Roman" w:hAnsi="Times New Roman"/>
          <w:b/>
          <w:color w:val="FF0000"/>
        </w:rPr>
        <w:t>*</w:t>
      </w:r>
    </w:p>
    <w:p w14:paraId="778B0165" w14:textId="77777777" w:rsidR="00973CD7" w:rsidRPr="00D11B20" w:rsidRDefault="00973CD7" w:rsidP="00487DC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443DBBA" w14:textId="77777777" w:rsidR="00973CD7" w:rsidRDefault="007B00DC" w:rsidP="00487DCB">
      <w:pPr>
        <w:pStyle w:val="Default"/>
        <w:jc w:val="center"/>
        <w:rPr>
          <w:b/>
          <w:bCs/>
          <w:sz w:val="22"/>
          <w:szCs w:val="22"/>
        </w:rPr>
      </w:pPr>
      <w:r w:rsidRPr="00020460">
        <w:rPr>
          <w:b/>
          <w:bCs/>
          <w:sz w:val="22"/>
          <w:szCs w:val="22"/>
          <w:u w:val="single"/>
        </w:rPr>
        <w:t>O</w:t>
      </w:r>
      <w:r w:rsidR="000D28AE" w:rsidRPr="00020460">
        <w:rPr>
          <w:b/>
          <w:bCs/>
          <w:sz w:val="22"/>
          <w:szCs w:val="22"/>
          <w:u w:val="single"/>
        </w:rPr>
        <w:t xml:space="preserve"> AKTUALNOŚCI INFORMACJI ZAWARTYCH W </w:t>
      </w:r>
      <w:r w:rsidR="00972B5E" w:rsidRPr="00020460">
        <w:rPr>
          <w:b/>
          <w:bCs/>
          <w:sz w:val="22"/>
          <w:szCs w:val="22"/>
          <w:u w:val="single"/>
        </w:rPr>
        <w:t>OŚWIDCZENIU</w:t>
      </w:r>
      <w:r w:rsidR="00972B5E" w:rsidRPr="00D11B20">
        <w:rPr>
          <w:b/>
          <w:bCs/>
          <w:sz w:val="22"/>
          <w:szCs w:val="22"/>
        </w:rPr>
        <w:t xml:space="preserve">, </w:t>
      </w:r>
    </w:p>
    <w:p w14:paraId="0B0059EE" w14:textId="5E5B5768" w:rsidR="0009059E" w:rsidRPr="00020460" w:rsidRDefault="00972B5E" w:rsidP="00487DCB">
      <w:pPr>
        <w:pStyle w:val="Default"/>
        <w:jc w:val="center"/>
        <w:rPr>
          <w:b/>
          <w:caps/>
          <w:sz w:val="22"/>
          <w:szCs w:val="22"/>
        </w:rPr>
      </w:pPr>
      <w:r w:rsidRPr="00D11B20">
        <w:rPr>
          <w:b/>
          <w:bCs/>
          <w:sz w:val="22"/>
          <w:szCs w:val="22"/>
        </w:rPr>
        <w:t xml:space="preserve">O KTÓRYM MOWA W ART. 125 UST. 1 PZP </w:t>
      </w:r>
      <w:r w:rsidR="00E06FFB">
        <w:rPr>
          <w:b/>
          <w:bCs/>
          <w:sz w:val="22"/>
          <w:szCs w:val="22"/>
        </w:rPr>
        <w:br/>
      </w:r>
      <w:r w:rsidRPr="00D11B20">
        <w:rPr>
          <w:b/>
          <w:bCs/>
          <w:sz w:val="22"/>
          <w:szCs w:val="22"/>
        </w:rPr>
        <w:t>W ZAKRESIE PODSTAW DO WYKLUCZENIA Z POSTEPOWANIA</w:t>
      </w:r>
      <w:r w:rsidR="007D602D">
        <w:rPr>
          <w:b/>
          <w:bCs/>
          <w:sz w:val="22"/>
          <w:szCs w:val="22"/>
        </w:rPr>
        <w:t xml:space="preserve"> </w:t>
      </w:r>
      <w:r w:rsidR="00943DCE" w:rsidRPr="00020460">
        <w:rPr>
          <w:b/>
          <w:sz w:val="22"/>
          <w:szCs w:val="22"/>
        </w:rPr>
        <w:t xml:space="preserve">UWZGLĘDNIAJĄCE PRZESŁANKI WYKLUCZENIA Z ART. 7 UST. 1 USTAWY </w:t>
      </w:r>
      <w:r w:rsidR="00943DCE" w:rsidRPr="00020460">
        <w:rPr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2786B0D7" w14:textId="3BB99222" w:rsidR="00943DCE" w:rsidRPr="00D11B20" w:rsidRDefault="00943DCE" w:rsidP="00487DCB">
      <w:pPr>
        <w:pStyle w:val="Default"/>
        <w:jc w:val="center"/>
        <w:rPr>
          <w:bCs/>
          <w:sz w:val="22"/>
          <w:szCs w:val="22"/>
        </w:rPr>
      </w:pPr>
    </w:p>
    <w:p w14:paraId="5927F140" w14:textId="77777777" w:rsidR="00487DCB" w:rsidRPr="00D11B20" w:rsidRDefault="00487DCB" w:rsidP="00487DCB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46C02" w:rsidRPr="00D11B20" w14:paraId="720EA65F" w14:textId="77777777" w:rsidTr="00487DCB">
        <w:trPr>
          <w:trHeight w:val="525"/>
          <w:jc w:val="center"/>
        </w:trPr>
        <w:tc>
          <w:tcPr>
            <w:tcW w:w="10344" w:type="dxa"/>
            <w:vAlign w:val="center"/>
          </w:tcPr>
          <w:p w14:paraId="753AF67A" w14:textId="58FE1ED9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>Na potrzeby postępowania o udzielenie zamówienia publicznego pn.</w:t>
            </w:r>
          </w:p>
        </w:tc>
      </w:tr>
      <w:tr w:rsidR="002C407D" w:rsidRPr="00D11B20" w14:paraId="33B64640" w14:textId="77777777" w:rsidTr="003F3930">
        <w:trPr>
          <w:trHeight w:val="1691"/>
          <w:jc w:val="center"/>
        </w:trPr>
        <w:tc>
          <w:tcPr>
            <w:tcW w:w="10344" w:type="dxa"/>
            <w:vAlign w:val="center"/>
            <w:hideMark/>
          </w:tcPr>
          <w:p w14:paraId="65890D19" w14:textId="19DF7626" w:rsidR="0095298E" w:rsidRDefault="000C4161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bookmarkStart w:id="0" w:name="_Hlk190329980"/>
            <w:r w:rsidRPr="00FF2A75">
              <w:rPr>
                <w:rFonts w:ascii="Times New Roman" w:eastAsia="Times New Roman" w:hAnsi="Times New Roman"/>
                <w:b/>
                <w:i/>
                <w:iCs/>
                <w:kern w:val="2"/>
                <w:lang w:eastAsia="pl-PL"/>
              </w:rPr>
              <w:t>Wykonanie robót budowlanych dla zadania pn. „</w:t>
            </w:r>
            <w:r w:rsidRPr="00FF2A75">
              <w:rPr>
                <w:rFonts w:ascii="Times New Roman" w:eastAsia="Times New Roman" w:hAnsi="Times New Roman"/>
                <w:b/>
                <w:bCs/>
                <w:i/>
                <w:iCs/>
                <w:lang w:eastAsia="pl-PL"/>
              </w:rPr>
              <w:t>Przebudowa instalacji wentylacji mechanicznej wraz z zabudową tarasu IV piętra budynku Świętokrzyskiego Centrum Kardiologii WSZZ w Kielcach</w:t>
            </w:r>
            <w:r w:rsidRPr="00FF2A75">
              <w:rPr>
                <w:rFonts w:ascii="Times New Roman" w:eastAsia="Times New Roman" w:hAnsi="Times New Roman"/>
                <w:b/>
                <w:i/>
                <w:iCs/>
                <w:kern w:val="2"/>
                <w:lang w:eastAsia="pl-PL"/>
              </w:rPr>
              <w:t>”</w:t>
            </w:r>
            <w:r w:rsidRPr="00943A0E">
              <w:rPr>
                <w:rFonts w:ascii="Times New Roman" w:hAnsi="Times New Roman"/>
                <w:b/>
              </w:rPr>
              <w:t xml:space="preserve"> </w:t>
            </w:r>
            <w:bookmarkEnd w:id="0"/>
          </w:p>
          <w:p w14:paraId="50DCAA43" w14:textId="77777777" w:rsidR="00D65D75" w:rsidRPr="0088757E" w:rsidRDefault="00D65D75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kern w:val="2"/>
              </w:rPr>
            </w:pPr>
          </w:p>
          <w:p w14:paraId="371174B0" w14:textId="7FC0798D" w:rsidR="00487DCB" w:rsidRPr="0095298E" w:rsidRDefault="00487DCB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298E">
              <w:rPr>
                <w:rFonts w:ascii="Times New Roman" w:hAnsi="Times New Roman"/>
                <w:b/>
                <w:bCs/>
              </w:rPr>
              <w:t>Znak sprawy</w:t>
            </w:r>
            <w:r w:rsidR="0095298E">
              <w:rPr>
                <w:rFonts w:ascii="Times New Roman" w:hAnsi="Times New Roman"/>
                <w:b/>
                <w:bCs/>
              </w:rPr>
              <w:t>:</w:t>
            </w:r>
            <w:r w:rsidRPr="0095298E">
              <w:rPr>
                <w:rFonts w:ascii="Times New Roman" w:hAnsi="Times New Roman"/>
                <w:b/>
                <w:bCs/>
              </w:rPr>
              <w:t xml:space="preserve"> </w:t>
            </w:r>
            <w:r w:rsidR="000C4161" w:rsidRPr="00943A0E">
              <w:rPr>
                <w:rFonts w:ascii="Times New Roman" w:hAnsi="Times New Roman"/>
                <w:b/>
              </w:rPr>
              <w:t>EZ/</w:t>
            </w:r>
            <w:r w:rsidR="000C4161">
              <w:rPr>
                <w:rFonts w:ascii="Times New Roman" w:hAnsi="Times New Roman"/>
                <w:b/>
              </w:rPr>
              <w:t>191/2025</w:t>
            </w:r>
            <w:r w:rsidR="000C4161" w:rsidRPr="00943A0E">
              <w:rPr>
                <w:rFonts w:ascii="Times New Roman" w:hAnsi="Times New Roman"/>
                <w:b/>
              </w:rPr>
              <w:t>/ESŁ</w:t>
            </w:r>
          </w:p>
        </w:tc>
      </w:tr>
      <w:tr w:rsidR="00246C02" w:rsidRPr="00D11B20" w14:paraId="656B28E4" w14:textId="77777777" w:rsidTr="00487DCB">
        <w:trPr>
          <w:trHeight w:val="691"/>
          <w:jc w:val="center"/>
        </w:trPr>
        <w:tc>
          <w:tcPr>
            <w:tcW w:w="10344" w:type="dxa"/>
            <w:vAlign w:val="center"/>
          </w:tcPr>
          <w:p w14:paraId="72B1D592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 xml:space="preserve">prowadzonego przez </w:t>
            </w:r>
            <w:r w:rsidR="00972B5E" w:rsidRPr="00D11B20">
              <w:rPr>
                <w:rFonts w:ascii="Times New Roman" w:hAnsi="Times New Roman"/>
              </w:rPr>
              <w:t>Wojewódzki Szpital Zespolony w Kielcach, ul. Grunwaldzka 45</w:t>
            </w:r>
            <w:r w:rsidRPr="00D11B20">
              <w:rPr>
                <w:rFonts w:ascii="Times New Roman" w:hAnsi="Times New Roman"/>
              </w:rPr>
              <w:t xml:space="preserve">, </w:t>
            </w:r>
          </w:p>
          <w:p w14:paraId="2B5B3774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1B20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5B0CA52B" w14:textId="77777777" w:rsidR="000E7088" w:rsidRPr="00D11B20" w:rsidRDefault="000E7088" w:rsidP="00487DCB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D11B20" w:rsidRDefault="000D28AE" w:rsidP="00487DCB">
      <w:pPr>
        <w:pStyle w:val="Default"/>
        <w:jc w:val="both"/>
        <w:rPr>
          <w:sz w:val="22"/>
          <w:szCs w:val="22"/>
        </w:rPr>
      </w:pPr>
    </w:p>
    <w:p w14:paraId="3D0F8062" w14:textId="3D66588C" w:rsidR="000D28AE" w:rsidRPr="00D11B20" w:rsidRDefault="000D28AE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bCs/>
          <w:sz w:val="22"/>
          <w:szCs w:val="22"/>
        </w:rPr>
        <w:t xml:space="preserve">Niniejszym oświadczam, że informacje zawarte w </w:t>
      </w:r>
      <w:r w:rsidR="00972B5E" w:rsidRPr="00D11B20">
        <w:rPr>
          <w:bCs/>
          <w:sz w:val="22"/>
          <w:szCs w:val="22"/>
        </w:rPr>
        <w:t>oświadczeniu, o którym mowa w art. 125 ust. 1 ustawy z dnia 11 września 2019 r.</w:t>
      </w:r>
      <w:r w:rsidR="00922C86">
        <w:rPr>
          <w:bCs/>
          <w:sz w:val="22"/>
          <w:szCs w:val="22"/>
        </w:rPr>
        <w:t xml:space="preserve"> Prawo zamówień publicznych</w:t>
      </w:r>
      <w:r w:rsidR="00972B5E" w:rsidRPr="00D11B20">
        <w:rPr>
          <w:bCs/>
          <w:sz w:val="22"/>
          <w:szCs w:val="22"/>
        </w:rPr>
        <w:t xml:space="preserve"> (</w:t>
      </w:r>
      <w:r w:rsidR="00922C86">
        <w:rPr>
          <w:bCs/>
          <w:sz w:val="22"/>
          <w:szCs w:val="22"/>
        </w:rPr>
        <w:t xml:space="preserve">tekst jednolity: </w:t>
      </w:r>
      <w:r w:rsidR="00972B5E" w:rsidRPr="00D11B20">
        <w:rPr>
          <w:bCs/>
          <w:sz w:val="22"/>
          <w:szCs w:val="22"/>
        </w:rPr>
        <w:t>Dz. U. z 2</w:t>
      </w:r>
      <w:r w:rsidR="00BA5FE9" w:rsidRPr="00D11B20">
        <w:rPr>
          <w:bCs/>
          <w:sz w:val="22"/>
          <w:szCs w:val="22"/>
        </w:rPr>
        <w:t>02</w:t>
      </w:r>
      <w:r w:rsidR="00E50D2F">
        <w:rPr>
          <w:bCs/>
          <w:sz w:val="22"/>
          <w:szCs w:val="22"/>
        </w:rPr>
        <w:t>4</w:t>
      </w:r>
      <w:r w:rsidR="00922C86">
        <w:rPr>
          <w:bCs/>
          <w:sz w:val="22"/>
          <w:szCs w:val="22"/>
        </w:rPr>
        <w:t xml:space="preserve"> r., </w:t>
      </w:r>
      <w:r w:rsidR="00BA5FE9" w:rsidRPr="00D11B20">
        <w:rPr>
          <w:bCs/>
          <w:sz w:val="22"/>
          <w:szCs w:val="22"/>
        </w:rPr>
        <w:t xml:space="preserve">poz. </w:t>
      </w:r>
      <w:r w:rsidR="00E50D2F">
        <w:rPr>
          <w:bCs/>
          <w:sz w:val="22"/>
          <w:szCs w:val="22"/>
        </w:rPr>
        <w:t>1320</w:t>
      </w:r>
      <w:r w:rsidR="00922C86">
        <w:rPr>
          <w:bCs/>
          <w:sz w:val="22"/>
          <w:szCs w:val="22"/>
        </w:rPr>
        <w:t xml:space="preserve"> ze zm.</w:t>
      </w:r>
      <w:r w:rsidR="00972B5E" w:rsidRPr="00D11B20">
        <w:rPr>
          <w:bCs/>
          <w:sz w:val="22"/>
          <w:szCs w:val="22"/>
        </w:rPr>
        <w:t xml:space="preserve">) </w:t>
      </w:r>
      <w:r w:rsidR="0024707D">
        <w:rPr>
          <w:bCs/>
          <w:sz w:val="22"/>
          <w:szCs w:val="22"/>
        </w:rPr>
        <w:t xml:space="preserve">zwanej dalej u.p.z.p., </w:t>
      </w:r>
      <w:r w:rsidR="00972B5E" w:rsidRPr="00D11B20">
        <w:rPr>
          <w:bCs/>
          <w:sz w:val="22"/>
          <w:szCs w:val="22"/>
        </w:rPr>
        <w:t xml:space="preserve">są aktualne w zakresie </w:t>
      </w:r>
      <w:r w:rsidRPr="00D11B20">
        <w:rPr>
          <w:bCs/>
          <w:sz w:val="22"/>
          <w:szCs w:val="22"/>
        </w:rPr>
        <w:t xml:space="preserve">podstaw wykluczenia z </w:t>
      </w:r>
      <w:r w:rsidR="00922C86">
        <w:rPr>
          <w:bCs/>
          <w:sz w:val="22"/>
          <w:szCs w:val="22"/>
        </w:rPr>
        <w:t>p</w:t>
      </w:r>
      <w:r w:rsidRPr="00D11B20">
        <w:rPr>
          <w:bCs/>
          <w:sz w:val="22"/>
          <w:szCs w:val="22"/>
        </w:rPr>
        <w:t xml:space="preserve">ostępowania </w:t>
      </w:r>
      <w:r w:rsidR="00972B5E" w:rsidRPr="00D11B20">
        <w:rPr>
          <w:bCs/>
          <w:sz w:val="22"/>
          <w:szCs w:val="22"/>
        </w:rPr>
        <w:t>określonych</w:t>
      </w:r>
      <w:r w:rsidRPr="00D11B20">
        <w:rPr>
          <w:bCs/>
          <w:sz w:val="22"/>
          <w:szCs w:val="22"/>
        </w:rPr>
        <w:t xml:space="preserve"> w:</w:t>
      </w:r>
    </w:p>
    <w:p w14:paraId="0CF8B2B6" w14:textId="74D5A926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D11B20">
        <w:rPr>
          <w:rFonts w:ascii="Times New Roman" w:hAnsi="Times New Roman"/>
        </w:rPr>
        <w:t>art. 108 ust 1 pkt 1</w:t>
      </w:r>
      <w:r w:rsidR="0083632D">
        <w:rPr>
          <w:rFonts w:ascii="Times New Roman" w:hAnsi="Times New Roman"/>
        </w:rPr>
        <w:t xml:space="preserve"> - </w:t>
      </w:r>
      <w:r w:rsidRPr="00D11B20">
        <w:rPr>
          <w:rFonts w:ascii="Times New Roman" w:hAnsi="Times New Roman"/>
        </w:rPr>
        <w:t>6 u.p.z.p.,</w:t>
      </w:r>
    </w:p>
    <w:p w14:paraId="3BECAA43" w14:textId="49122ABB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</w:rPr>
        <w:t xml:space="preserve">art. 109 ust 1 pkt 5 oraz pkt 7 </w:t>
      </w:r>
      <w:r w:rsidR="0083632D">
        <w:rPr>
          <w:rFonts w:ascii="Times New Roman" w:hAnsi="Times New Roman"/>
        </w:rPr>
        <w:t>-</w:t>
      </w:r>
      <w:r w:rsidRPr="0088757E">
        <w:rPr>
          <w:rFonts w:ascii="Times New Roman" w:hAnsi="Times New Roman"/>
        </w:rPr>
        <w:t xml:space="preserve"> 8 u.p.z.p.</w:t>
      </w:r>
      <w:r w:rsidR="00E63082" w:rsidRPr="0088757E">
        <w:rPr>
          <w:rFonts w:ascii="Times New Roman" w:hAnsi="Times New Roman"/>
        </w:rPr>
        <w:t>,</w:t>
      </w:r>
    </w:p>
    <w:p w14:paraId="014CA462" w14:textId="6A68EB4B" w:rsidR="00487DCB" w:rsidRPr="0088757E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  <w:color w:val="000000"/>
        </w:rPr>
        <w:t xml:space="preserve">art.  </w:t>
      </w:r>
      <w:r w:rsidRPr="0088757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88757E">
        <w:rPr>
          <w:rFonts w:ascii="Times New Roman" w:hAnsi="Times New Roman"/>
          <w:color w:val="000000"/>
        </w:rPr>
        <w:t>z dnia 13 kwietnia 2022 r.</w:t>
      </w:r>
      <w:r w:rsidRPr="0088757E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</w:t>
      </w:r>
      <w:r w:rsidR="00DF3EEA" w:rsidRPr="00FA6270">
        <w:rPr>
          <w:rFonts w:ascii="Times New Roman" w:hAnsi="Times New Roman"/>
          <w:color w:val="000000"/>
        </w:rPr>
        <w:t>.</w:t>
      </w:r>
    </w:p>
    <w:p w14:paraId="10E3500C" w14:textId="77777777" w:rsidR="00487DCB" w:rsidRPr="00D11B20" w:rsidRDefault="00487DCB" w:rsidP="00487DCB">
      <w:pPr>
        <w:pStyle w:val="Default"/>
        <w:ind w:left="720"/>
        <w:jc w:val="both"/>
        <w:rPr>
          <w:bCs/>
          <w:sz w:val="22"/>
          <w:szCs w:val="22"/>
        </w:rPr>
      </w:pPr>
    </w:p>
    <w:p w14:paraId="52B02787" w14:textId="65C7538F" w:rsidR="00547884" w:rsidRPr="00D11B20" w:rsidRDefault="00547884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AE93E29" w14:textId="77777777" w:rsidR="000D28AE" w:rsidRPr="00D11B20" w:rsidRDefault="000D28AE" w:rsidP="00487DCB">
      <w:pPr>
        <w:pStyle w:val="Default"/>
        <w:jc w:val="both"/>
        <w:rPr>
          <w:b/>
          <w:sz w:val="22"/>
          <w:szCs w:val="22"/>
        </w:rPr>
      </w:pPr>
    </w:p>
    <w:p w14:paraId="7DE995C4" w14:textId="05238162" w:rsidR="009C6E63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25BA0F3E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62F81DE5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2C451D2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F9BF83F" w14:textId="77777777" w:rsidR="00A3767D" w:rsidRPr="00D11B20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D11B20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6C2C2C4A" w:rsidR="000D28AE" w:rsidRPr="00A66F03" w:rsidRDefault="00547884" w:rsidP="00487DCB">
      <w:pPr>
        <w:pStyle w:val="Default"/>
        <w:jc w:val="both"/>
        <w:rPr>
          <w:b/>
          <w:i/>
          <w:iCs/>
          <w:sz w:val="22"/>
          <w:szCs w:val="22"/>
          <w:highlight w:val="lightGray"/>
        </w:rPr>
      </w:pPr>
      <w:r w:rsidRPr="0095298E">
        <w:rPr>
          <w:i/>
          <w:iCs/>
          <w:color w:val="FF0000"/>
          <w:sz w:val="22"/>
          <w:szCs w:val="22"/>
        </w:rPr>
        <w:t>*</w:t>
      </w:r>
      <w:r w:rsidR="00461BBB" w:rsidRPr="0095298E">
        <w:rPr>
          <w:i/>
          <w:iCs/>
          <w:color w:val="FF0000"/>
          <w:sz w:val="22"/>
          <w:szCs w:val="22"/>
        </w:rPr>
        <w:t xml:space="preserve"> </w:t>
      </w:r>
      <w:r w:rsidRPr="0095298E">
        <w:rPr>
          <w:i/>
          <w:iCs/>
          <w:color w:val="FF0000"/>
          <w:sz w:val="22"/>
          <w:szCs w:val="22"/>
        </w:rPr>
        <w:t>niepotrzebne skreślić</w:t>
      </w:r>
      <w:r w:rsidRPr="00A66F03">
        <w:rPr>
          <w:i/>
          <w:iCs/>
          <w:sz w:val="22"/>
          <w:szCs w:val="22"/>
        </w:rPr>
        <w:tab/>
      </w:r>
    </w:p>
    <w:sectPr w:rsidR="000D28AE" w:rsidRPr="00A66F03" w:rsidSect="0070706C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1443B" w14:textId="77777777" w:rsidR="00603126" w:rsidRDefault="00603126" w:rsidP="00193B78">
      <w:pPr>
        <w:spacing w:after="0" w:line="240" w:lineRule="auto"/>
      </w:pPr>
      <w:r>
        <w:separator/>
      </w:r>
    </w:p>
  </w:endnote>
  <w:endnote w:type="continuationSeparator" w:id="0">
    <w:p w14:paraId="1B8F550E" w14:textId="77777777" w:rsidR="00603126" w:rsidRDefault="0060312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EAD2D" w14:textId="77777777" w:rsidR="00603126" w:rsidRDefault="00603126" w:rsidP="00193B78">
      <w:pPr>
        <w:spacing w:after="0" w:line="240" w:lineRule="auto"/>
      </w:pPr>
      <w:r>
        <w:separator/>
      </w:r>
    </w:p>
  </w:footnote>
  <w:footnote w:type="continuationSeparator" w:id="0">
    <w:p w14:paraId="5D9FAFC7" w14:textId="77777777" w:rsidR="00603126" w:rsidRDefault="0060312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EF6DF" w14:textId="5F222E91" w:rsidR="00CE6E61" w:rsidRPr="004358EB" w:rsidRDefault="00CE6E61" w:rsidP="00CE6E61">
    <w:pPr>
      <w:pStyle w:val="Default"/>
      <w:jc w:val="right"/>
      <w:rPr>
        <w:b/>
        <w:bCs/>
        <w:sz w:val="22"/>
        <w:szCs w:val="22"/>
      </w:rPr>
    </w:pPr>
    <w:bookmarkStart w:id="1" w:name="_Hlk111634228"/>
    <w:bookmarkStart w:id="2" w:name="_Hlk111634229"/>
    <w:bookmarkStart w:id="3" w:name="_Hlk111634230"/>
    <w:bookmarkStart w:id="4" w:name="_Hlk111634231"/>
    <w:r w:rsidRPr="004358EB">
      <w:rPr>
        <w:b/>
        <w:bCs/>
        <w:sz w:val="22"/>
        <w:szCs w:val="22"/>
      </w:rPr>
      <w:t>Załącznik nr 7 do SWZ</w:t>
    </w:r>
  </w:p>
  <w:p w14:paraId="3BD017AF" w14:textId="77777777" w:rsidR="00CE6E61" w:rsidRPr="004358EB" w:rsidRDefault="00CE6E61" w:rsidP="00CB5EA6">
    <w:pPr>
      <w:pStyle w:val="Default"/>
      <w:rPr>
        <w:b/>
        <w:bCs/>
        <w:sz w:val="22"/>
        <w:szCs w:val="22"/>
      </w:rPr>
    </w:pP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03F8F"/>
    <w:multiLevelType w:val="hybridMultilevel"/>
    <w:tmpl w:val="67826666"/>
    <w:lvl w:ilvl="0" w:tplc="8FB0C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046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56A93"/>
    <w:multiLevelType w:val="hybridMultilevel"/>
    <w:tmpl w:val="D0002C1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5"/>
  </w:num>
  <w:num w:numId="5" w16cid:durableId="438723625">
    <w:abstractNumId w:val="3"/>
  </w:num>
  <w:num w:numId="6" w16cid:durableId="449013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1071"/>
    <w:rsid w:val="00017E6A"/>
    <w:rsid w:val="00020460"/>
    <w:rsid w:val="000247F2"/>
    <w:rsid w:val="00033E9A"/>
    <w:rsid w:val="00045391"/>
    <w:rsid w:val="00054BAD"/>
    <w:rsid w:val="000621CB"/>
    <w:rsid w:val="00064F12"/>
    <w:rsid w:val="000706F2"/>
    <w:rsid w:val="000729B7"/>
    <w:rsid w:val="00082016"/>
    <w:rsid w:val="0009059E"/>
    <w:rsid w:val="00096B46"/>
    <w:rsid w:val="000A30DD"/>
    <w:rsid w:val="000A50F5"/>
    <w:rsid w:val="000A6E3B"/>
    <w:rsid w:val="000C4161"/>
    <w:rsid w:val="000D28AE"/>
    <w:rsid w:val="000E0292"/>
    <w:rsid w:val="000E2197"/>
    <w:rsid w:val="000E3D38"/>
    <w:rsid w:val="000E7088"/>
    <w:rsid w:val="000F0BF9"/>
    <w:rsid w:val="000F1C75"/>
    <w:rsid w:val="000F7E36"/>
    <w:rsid w:val="00103E70"/>
    <w:rsid w:val="00103F00"/>
    <w:rsid w:val="0010701E"/>
    <w:rsid w:val="00112E9C"/>
    <w:rsid w:val="001358E5"/>
    <w:rsid w:val="00137855"/>
    <w:rsid w:val="00145F72"/>
    <w:rsid w:val="00147923"/>
    <w:rsid w:val="00147A38"/>
    <w:rsid w:val="00150454"/>
    <w:rsid w:val="001506AC"/>
    <w:rsid w:val="00154CF6"/>
    <w:rsid w:val="0015611F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01BBD"/>
    <w:rsid w:val="00221637"/>
    <w:rsid w:val="00221DCB"/>
    <w:rsid w:val="00223A97"/>
    <w:rsid w:val="0022754E"/>
    <w:rsid w:val="00240CD9"/>
    <w:rsid w:val="002419AA"/>
    <w:rsid w:val="002437A7"/>
    <w:rsid w:val="00246C02"/>
    <w:rsid w:val="0024707D"/>
    <w:rsid w:val="002472EE"/>
    <w:rsid w:val="00284709"/>
    <w:rsid w:val="0028555B"/>
    <w:rsid w:val="00287342"/>
    <w:rsid w:val="00293D0D"/>
    <w:rsid w:val="00294E8A"/>
    <w:rsid w:val="002A5C60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29D"/>
    <w:rsid w:val="003646B3"/>
    <w:rsid w:val="00375FA2"/>
    <w:rsid w:val="00384B41"/>
    <w:rsid w:val="003A1B5C"/>
    <w:rsid w:val="003A3635"/>
    <w:rsid w:val="003A3E37"/>
    <w:rsid w:val="003A60EF"/>
    <w:rsid w:val="003B4317"/>
    <w:rsid w:val="003C40CE"/>
    <w:rsid w:val="003C6417"/>
    <w:rsid w:val="003C6B52"/>
    <w:rsid w:val="003D3999"/>
    <w:rsid w:val="003E050B"/>
    <w:rsid w:val="003E349D"/>
    <w:rsid w:val="003E53C1"/>
    <w:rsid w:val="003F3930"/>
    <w:rsid w:val="003F4B50"/>
    <w:rsid w:val="003F67F4"/>
    <w:rsid w:val="004147ED"/>
    <w:rsid w:val="0042505B"/>
    <w:rsid w:val="0043049E"/>
    <w:rsid w:val="004358EB"/>
    <w:rsid w:val="004419F8"/>
    <w:rsid w:val="00443B76"/>
    <w:rsid w:val="00447156"/>
    <w:rsid w:val="00454D0C"/>
    <w:rsid w:val="004603CF"/>
    <w:rsid w:val="00461BBB"/>
    <w:rsid w:val="0046779E"/>
    <w:rsid w:val="00474332"/>
    <w:rsid w:val="00487016"/>
    <w:rsid w:val="00487DCB"/>
    <w:rsid w:val="00490FBE"/>
    <w:rsid w:val="00493606"/>
    <w:rsid w:val="004B40E1"/>
    <w:rsid w:val="004C29AC"/>
    <w:rsid w:val="004C7E1D"/>
    <w:rsid w:val="004D783E"/>
    <w:rsid w:val="004F7816"/>
    <w:rsid w:val="00502268"/>
    <w:rsid w:val="005052B9"/>
    <w:rsid w:val="00530291"/>
    <w:rsid w:val="00530553"/>
    <w:rsid w:val="00532132"/>
    <w:rsid w:val="005354DD"/>
    <w:rsid w:val="0053627D"/>
    <w:rsid w:val="00536BF7"/>
    <w:rsid w:val="005372D0"/>
    <w:rsid w:val="005434B8"/>
    <w:rsid w:val="00547884"/>
    <w:rsid w:val="005529B4"/>
    <w:rsid w:val="00552F51"/>
    <w:rsid w:val="0055734A"/>
    <w:rsid w:val="00565F39"/>
    <w:rsid w:val="00575378"/>
    <w:rsid w:val="00583517"/>
    <w:rsid w:val="00594540"/>
    <w:rsid w:val="00596A14"/>
    <w:rsid w:val="005A223D"/>
    <w:rsid w:val="005B3FF1"/>
    <w:rsid w:val="005E14AF"/>
    <w:rsid w:val="005E3C3E"/>
    <w:rsid w:val="005E4734"/>
    <w:rsid w:val="005E7EBC"/>
    <w:rsid w:val="005F25DA"/>
    <w:rsid w:val="0060301B"/>
    <w:rsid w:val="00603126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C477E"/>
    <w:rsid w:val="006C6D4B"/>
    <w:rsid w:val="006E1B1A"/>
    <w:rsid w:val="006F17A4"/>
    <w:rsid w:val="006F7500"/>
    <w:rsid w:val="00706DC4"/>
    <w:rsid w:val="0070706C"/>
    <w:rsid w:val="00713DC3"/>
    <w:rsid w:val="007228D9"/>
    <w:rsid w:val="0072594B"/>
    <w:rsid w:val="0072700F"/>
    <w:rsid w:val="007300C3"/>
    <w:rsid w:val="007452C3"/>
    <w:rsid w:val="00753765"/>
    <w:rsid w:val="00753DF5"/>
    <w:rsid w:val="0076135E"/>
    <w:rsid w:val="00762000"/>
    <w:rsid w:val="0076315E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02D"/>
    <w:rsid w:val="007D6B21"/>
    <w:rsid w:val="007E2CD3"/>
    <w:rsid w:val="007E4877"/>
    <w:rsid w:val="007E602A"/>
    <w:rsid w:val="007F314E"/>
    <w:rsid w:val="007F3AB1"/>
    <w:rsid w:val="00812E30"/>
    <w:rsid w:val="008245E0"/>
    <w:rsid w:val="00830B86"/>
    <w:rsid w:val="0083176B"/>
    <w:rsid w:val="0083632D"/>
    <w:rsid w:val="008428C7"/>
    <w:rsid w:val="0085150A"/>
    <w:rsid w:val="0085603E"/>
    <w:rsid w:val="00856FA7"/>
    <w:rsid w:val="00862FBF"/>
    <w:rsid w:val="0086306B"/>
    <w:rsid w:val="00871141"/>
    <w:rsid w:val="0088305A"/>
    <w:rsid w:val="008859CF"/>
    <w:rsid w:val="0088757E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16C43"/>
    <w:rsid w:val="00920A84"/>
    <w:rsid w:val="00922C86"/>
    <w:rsid w:val="00923D51"/>
    <w:rsid w:val="009318A0"/>
    <w:rsid w:val="0093625E"/>
    <w:rsid w:val="00943DCE"/>
    <w:rsid w:val="0095298E"/>
    <w:rsid w:val="009562FC"/>
    <w:rsid w:val="00957764"/>
    <w:rsid w:val="00960B17"/>
    <w:rsid w:val="009631F3"/>
    <w:rsid w:val="00963280"/>
    <w:rsid w:val="0097005B"/>
    <w:rsid w:val="00972B5E"/>
    <w:rsid w:val="00973CD7"/>
    <w:rsid w:val="0099261D"/>
    <w:rsid w:val="00992A28"/>
    <w:rsid w:val="009A3C06"/>
    <w:rsid w:val="009B0431"/>
    <w:rsid w:val="009B0CCC"/>
    <w:rsid w:val="009B2C0B"/>
    <w:rsid w:val="009B4479"/>
    <w:rsid w:val="009B64A8"/>
    <w:rsid w:val="009C6E63"/>
    <w:rsid w:val="009C7B2D"/>
    <w:rsid w:val="009E2EF2"/>
    <w:rsid w:val="009E7CE6"/>
    <w:rsid w:val="00A029CD"/>
    <w:rsid w:val="00A02E8A"/>
    <w:rsid w:val="00A033C8"/>
    <w:rsid w:val="00A03BF7"/>
    <w:rsid w:val="00A06045"/>
    <w:rsid w:val="00A113F8"/>
    <w:rsid w:val="00A141F5"/>
    <w:rsid w:val="00A1508E"/>
    <w:rsid w:val="00A26FAE"/>
    <w:rsid w:val="00A356C9"/>
    <w:rsid w:val="00A3767D"/>
    <w:rsid w:val="00A41CA7"/>
    <w:rsid w:val="00A42578"/>
    <w:rsid w:val="00A479B1"/>
    <w:rsid w:val="00A60E25"/>
    <w:rsid w:val="00A63374"/>
    <w:rsid w:val="00A66F03"/>
    <w:rsid w:val="00A956A7"/>
    <w:rsid w:val="00AA1318"/>
    <w:rsid w:val="00AA183C"/>
    <w:rsid w:val="00AA3C3A"/>
    <w:rsid w:val="00AC0A17"/>
    <w:rsid w:val="00AC1906"/>
    <w:rsid w:val="00AC5F0C"/>
    <w:rsid w:val="00AC7063"/>
    <w:rsid w:val="00AD6CC9"/>
    <w:rsid w:val="00AE3D79"/>
    <w:rsid w:val="00AE4B74"/>
    <w:rsid w:val="00AF43A5"/>
    <w:rsid w:val="00AF5889"/>
    <w:rsid w:val="00AF74DD"/>
    <w:rsid w:val="00B02801"/>
    <w:rsid w:val="00B10678"/>
    <w:rsid w:val="00B17C8A"/>
    <w:rsid w:val="00B21FFC"/>
    <w:rsid w:val="00B31E95"/>
    <w:rsid w:val="00B351EC"/>
    <w:rsid w:val="00B45443"/>
    <w:rsid w:val="00B46994"/>
    <w:rsid w:val="00B47297"/>
    <w:rsid w:val="00B47CC9"/>
    <w:rsid w:val="00B51421"/>
    <w:rsid w:val="00B562DE"/>
    <w:rsid w:val="00B648E6"/>
    <w:rsid w:val="00B66DEF"/>
    <w:rsid w:val="00B70744"/>
    <w:rsid w:val="00B74BAE"/>
    <w:rsid w:val="00B74CC8"/>
    <w:rsid w:val="00B87F8D"/>
    <w:rsid w:val="00BA5FE9"/>
    <w:rsid w:val="00BB08A6"/>
    <w:rsid w:val="00BD0875"/>
    <w:rsid w:val="00BD11E4"/>
    <w:rsid w:val="00BE4E1F"/>
    <w:rsid w:val="00BE722B"/>
    <w:rsid w:val="00BF140F"/>
    <w:rsid w:val="00C05BB3"/>
    <w:rsid w:val="00C06D6F"/>
    <w:rsid w:val="00C11A22"/>
    <w:rsid w:val="00C15072"/>
    <w:rsid w:val="00C1676F"/>
    <w:rsid w:val="00C23239"/>
    <w:rsid w:val="00C26C56"/>
    <w:rsid w:val="00C30F0D"/>
    <w:rsid w:val="00C347A5"/>
    <w:rsid w:val="00C37715"/>
    <w:rsid w:val="00C407A6"/>
    <w:rsid w:val="00C50095"/>
    <w:rsid w:val="00C51821"/>
    <w:rsid w:val="00C572DA"/>
    <w:rsid w:val="00C60CDE"/>
    <w:rsid w:val="00C6298F"/>
    <w:rsid w:val="00C62A74"/>
    <w:rsid w:val="00C653F1"/>
    <w:rsid w:val="00C669A7"/>
    <w:rsid w:val="00C71A84"/>
    <w:rsid w:val="00C90390"/>
    <w:rsid w:val="00C93687"/>
    <w:rsid w:val="00C9502C"/>
    <w:rsid w:val="00C97077"/>
    <w:rsid w:val="00CB5EA6"/>
    <w:rsid w:val="00CC1413"/>
    <w:rsid w:val="00CC34E0"/>
    <w:rsid w:val="00CC4847"/>
    <w:rsid w:val="00CC651F"/>
    <w:rsid w:val="00CE1FB5"/>
    <w:rsid w:val="00CE6E61"/>
    <w:rsid w:val="00CF475E"/>
    <w:rsid w:val="00CF56F1"/>
    <w:rsid w:val="00CF6E1D"/>
    <w:rsid w:val="00D04D4F"/>
    <w:rsid w:val="00D11B20"/>
    <w:rsid w:val="00D16549"/>
    <w:rsid w:val="00D178DB"/>
    <w:rsid w:val="00D23566"/>
    <w:rsid w:val="00D31848"/>
    <w:rsid w:val="00D36C69"/>
    <w:rsid w:val="00D40DC0"/>
    <w:rsid w:val="00D42BC7"/>
    <w:rsid w:val="00D44722"/>
    <w:rsid w:val="00D56EF2"/>
    <w:rsid w:val="00D656A2"/>
    <w:rsid w:val="00D65D75"/>
    <w:rsid w:val="00D85703"/>
    <w:rsid w:val="00DA0AB9"/>
    <w:rsid w:val="00DA23CD"/>
    <w:rsid w:val="00DB2A60"/>
    <w:rsid w:val="00DB461A"/>
    <w:rsid w:val="00DD7427"/>
    <w:rsid w:val="00DF14B0"/>
    <w:rsid w:val="00DF3EEA"/>
    <w:rsid w:val="00E02791"/>
    <w:rsid w:val="00E03583"/>
    <w:rsid w:val="00E04573"/>
    <w:rsid w:val="00E0650D"/>
    <w:rsid w:val="00E06815"/>
    <w:rsid w:val="00E06FFB"/>
    <w:rsid w:val="00E07457"/>
    <w:rsid w:val="00E22C06"/>
    <w:rsid w:val="00E233E9"/>
    <w:rsid w:val="00E245CE"/>
    <w:rsid w:val="00E24D78"/>
    <w:rsid w:val="00E30CDB"/>
    <w:rsid w:val="00E34C5A"/>
    <w:rsid w:val="00E3581F"/>
    <w:rsid w:val="00E42704"/>
    <w:rsid w:val="00E506D0"/>
    <w:rsid w:val="00E50D2F"/>
    <w:rsid w:val="00E53924"/>
    <w:rsid w:val="00E61BF8"/>
    <w:rsid w:val="00E63082"/>
    <w:rsid w:val="00E63F64"/>
    <w:rsid w:val="00E84AC5"/>
    <w:rsid w:val="00E903C4"/>
    <w:rsid w:val="00E90578"/>
    <w:rsid w:val="00E9152B"/>
    <w:rsid w:val="00E976D4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0B94"/>
    <w:rsid w:val="00F83A6B"/>
    <w:rsid w:val="00F91F42"/>
    <w:rsid w:val="00F926C2"/>
    <w:rsid w:val="00FA6270"/>
    <w:rsid w:val="00FA629D"/>
    <w:rsid w:val="00FC3F7E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606"/>
    <w:pPr>
      <w:suppressAutoHyphens/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606"/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493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49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zampub</cp:lastModifiedBy>
  <cp:revision>66</cp:revision>
  <cp:lastPrinted>2022-03-16T08:24:00Z</cp:lastPrinted>
  <dcterms:created xsi:type="dcterms:W3CDTF">2022-06-06T10:57:00Z</dcterms:created>
  <dcterms:modified xsi:type="dcterms:W3CDTF">2025-10-16T08:12:00Z</dcterms:modified>
</cp:coreProperties>
</file>